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40100E">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3C1B989A" w:rsidR="00437A3E" w:rsidRDefault="0040100E">
      <w:pPr>
        <w:ind w:right="-87"/>
        <w:jc w:val="center"/>
        <w:rPr>
          <w:szCs w:val="24"/>
          <w:lang w:eastAsia="ar-SA"/>
        </w:rPr>
      </w:pPr>
      <w:r>
        <w:rPr>
          <w:b/>
          <w:caps/>
          <w:color w:val="000000"/>
          <w:spacing w:val="-2"/>
          <w:szCs w:val="24"/>
        </w:rPr>
        <w:t xml:space="preserve">Dėl kitos paskirties valstybinės žemės sklypo, esančio </w:t>
      </w:r>
      <w:r w:rsidR="00284B59">
        <w:rPr>
          <w:b/>
          <w:caps/>
          <w:color w:val="000000"/>
          <w:spacing w:val="-2"/>
          <w:szCs w:val="24"/>
        </w:rPr>
        <w:t>MOSĖDŽIO G. 21</w:t>
      </w:r>
      <w:r>
        <w:rPr>
          <w:b/>
          <w:caps/>
          <w:color w:val="000000"/>
          <w:spacing w:val="-2"/>
          <w:szCs w:val="24"/>
        </w:rPr>
        <w:t>, Skuodo MIESTE, nuomos</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50CF65A8" w:rsidR="00437A3E" w:rsidRDefault="0040100E">
      <w:pPr>
        <w:widowControl w:val="0"/>
        <w:tabs>
          <w:tab w:val="center" w:pos="851"/>
          <w:tab w:val="left" w:pos="1134"/>
          <w:tab w:val="center" w:pos="4153"/>
          <w:tab w:val="right" w:pos="8306"/>
        </w:tabs>
        <w:jc w:val="center"/>
        <w:rPr>
          <w:szCs w:val="24"/>
        </w:rPr>
      </w:pPr>
      <w:r>
        <w:rPr>
          <w:color w:val="000000"/>
          <w:szCs w:val="24"/>
          <w:shd w:val="clear" w:color="auto" w:fill="FFFFFF"/>
        </w:rPr>
        <w:t>2025 m. kovo 14 d. Nr. T10-68</w:t>
      </w:r>
    </w:p>
    <w:p w14:paraId="74182307" w14:textId="77777777" w:rsidR="00437A3E" w:rsidRDefault="0040100E">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48323587" w:rsidR="00437A3E" w:rsidRDefault="0040100E">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284B59">
        <w:t>16</w:t>
      </w:r>
      <w:r>
        <w:t xml:space="preserve">.1 papunkčiu bei atsižvelgdama į </w:t>
      </w:r>
      <w:r w:rsidRPr="0040100E">
        <w:rPr>
          <w:i/>
        </w:rPr>
        <w:t>(duomenys neskelbtini)</w:t>
      </w:r>
      <w:r>
        <w:t xml:space="preserve"> 202</w:t>
      </w:r>
      <w:r w:rsidR="00A81054">
        <w:t>5</w:t>
      </w:r>
      <w:r>
        <w:t xml:space="preserve"> m. </w:t>
      </w:r>
      <w:r w:rsidR="00284B59">
        <w:t>vasario 18</w:t>
      </w:r>
      <w:r>
        <w:t xml:space="preserve"> d. prašymą, Skuodo rajono savivaldybės taryba </w:t>
      </w:r>
      <w:r>
        <w:rPr>
          <w:spacing w:val="40"/>
        </w:rPr>
        <w:t>nusprendži</w:t>
      </w:r>
      <w:r>
        <w:t>a:</w:t>
      </w:r>
    </w:p>
    <w:p w14:paraId="55638BD3" w14:textId="2933823C" w:rsidR="00437A3E" w:rsidRDefault="0040100E">
      <w:pPr>
        <w:ind w:firstLine="1247"/>
        <w:jc w:val="both"/>
        <w:rPr>
          <w:szCs w:val="24"/>
        </w:rPr>
      </w:pPr>
      <w:r>
        <w:rPr>
          <w:szCs w:val="24"/>
        </w:rPr>
        <w:t xml:space="preserve">1. Išnuomoti be aukciono </w:t>
      </w:r>
      <w:r w:rsidR="00284B59">
        <w:rPr>
          <w:szCs w:val="24"/>
        </w:rPr>
        <w:t>12</w:t>
      </w:r>
      <w:r>
        <w:rPr>
          <w:szCs w:val="24"/>
        </w:rPr>
        <w:t xml:space="preserve"> metų laikotarpiui </w:t>
      </w:r>
      <w:r w:rsidR="001E119F" w:rsidRPr="0039438D">
        <w:rPr>
          <w:strike/>
          <w:szCs w:val="24"/>
        </w:rPr>
        <w:t>(iki 2037 m. gruodžio 31 d.)</w:t>
      </w:r>
      <w:r w:rsidR="001E119F">
        <w:rPr>
          <w:szCs w:val="24"/>
        </w:rPr>
        <w:t xml:space="preserve"> </w:t>
      </w:r>
      <w:r w:rsidRPr="0040100E">
        <w:rPr>
          <w:i/>
          <w:szCs w:val="24"/>
        </w:rPr>
        <w:t>(duomenys neskelbtini)</w:t>
      </w:r>
      <w:r w:rsidR="00A42A7A">
        <w:rPr>
          <w:szCs w:val="24"/>
        </w:rPr>
        <w:t xml:space="preserve"> bendrosios jungtinės sutuoktinių nuosavybės teise </w:t>
      </w:r>
      <w:r w:rsidR="00357735">
        <w:rPr>
          <w:szCs w:val="24"/>
        </w:rPr>
        <w:t>3,3178</w:t>
      </w:r>
      <w:r>
        <w:rPr>
          <w:szCs w:val="24"/>
        </w:rPr>
        <w:t xml:space="preserve"> ha kitos paskirties žemės sklypo, kadastro Nr. 7550/0005:</w:t>
      </w:r>
      <w:r w:rsidR="00357735">
        <w:rPr>
          <w:szCs w:val="24"/>
        </w:rPr>
        <w:t>39</w:t>
      </w:r>
      <w:r>
        <w:rPr>
          <w:szCs w:val="24"/>
        </w:rPr>
        <w:t>, esančio </w:t>
      </w:r>
      <w:r w:rsidR="00357735">
        <w:rPr>
          <w:szCs w:val="24"/>
        </w:rPr>
        <w:t>Mosėdžio g. 21</w:t>
      </w:r>
      <w:r>
        <w:rPr>
          <w:szCs w:val="24"/>
        </w:rPr>
        <w:t>, Skuodo mieste, dalį, kurios plotas 0,</w:t>
      </w:r>
      <w:r w:rsidR="00357735">
        <w:rPr>
          <w:szCs w:val="24"/>
        </w:rPr>
        <w:t>1015</w:t>
      </w:r>
      <w:r>
        <w:rPr>
          <w:szCs w:val="24"/>
        </w:rPr>
        <w:t xml:space="preserve"> ha, pagal valstybinės žemės nuomos sutarties projekte (pridedama) nurodytas sąlygas.</w:t>
      </w:r>
    </w:p>
    <w:p w14:paraId="66F7FDEF" w14:textId="77777777" w:rsidR="00437A3E" w:rsidRDefault="0040100E">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3817FE15" w:rsidR="00437A3E" w:rsidRDefault="0040100E">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45B9B90B" w14:textId="77777777" w:rsidR="0040100E" w:rsidRDefault="0040100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0100E" w14:paraId="6228A4E0" w14:textId="77777777" w:rsidTr="0040100E">
        <w:tc>
          <w:tcPr>
            <w:tcW w:w="4814" w:type="dxa"/>
          </w:tcPr>
          <w:p w14:paraId="39DE7D04" w14:textId="509F8E6A" w:rsidR="0040100E" w:rsidRDefault="0040100E" w:rsidP="0040100E">
            <w:pPr>
              <w:tabs>
                <w:tab w:val="left" w:pos="5670"/>
                <w:tab w:val="left" w:pos="7044"/>
              </w:tabs>
              <w:ind w:hanging="120"/>
              <w:jc w:val="both"/>
              <w:rPr>
                <w:szCs w:val="24"/>
              </w:rPr>
            </w:pPr>
            <w:r>
              <w:rPr>
                <w:szCs w:val="24"/>
              </w:rPr>
              <w:t>Savivaldybės meras</w:t>
            </w:r>
          </w:p>
        </w:tc>
        <w:tc>
          <w:tcPr>
            <w:tcW w:w="4815" w:type="dxa"/>
          </w:tcPr>
          <w:p w14:paraId="276ED686" w14:textId="77777777" w:rsidR="0040100E" w:rsidRDefault="0040100E">
            <w:pPr>
              <w:tabs>
                <w:tab w:val="left" w:pos="5670"/>
                <w:tab w:val="left" w:pos="7044"/>
              </w:tabs>
              <w:jc w:val="both"/>
              <w:rPr>
                <w:szCs w:val="24"/>
              </w:rPr>
            </w:pPr>
          </w:p>
        </w:tc>
      </w:tr>
    </w:tbl>
    <w:p w14:paraId="2E21684D" w14:textId="0842DEC0"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6BB2DC0C" w14:textId="77777777" w:rsidR="001E119F" w:rsidRDefault="001E119F">
      <w:pPr>
        <w:jc w:val="both"/>
        <w:rPr>
          <w:lang w:eastAsia="de-DE"/>
        </w:rPr>
      </w:pPr>
    </w:p>
    <w:p w14:paraId="617A1FEC" w14:textId="77777777" w:rsidR="001E119F" w:rsidRDefault="001E119F">
      <w:pPr>
        <w:jc w:val="both"/>
        <w:rPr>
          <w:lang w:eastAsia="de-DE"/>
        </w:rPr>
      </w:pPr>
    </w:p>
    <w:p w14:paraId="7A08A35E" w14:textId="77777777" w:rsidR="001E119F" w:rsidRDefault="001E119F">
      <w:pPr>
        <w:jc w:val="both"/>
        <w:rPr>
          <w:lang w:eastAsia="de-DE"/>
        </w:rPr>
      </w:pPr>
    </w:p>
    <w:p w14:paraId="4762A6B8" w14:textId="77777777" w:rsidR="001E119F" w:rsidRDefault="001E119F">
      <w:pPr>
        <w:jc w:val="both"/>
        <w:rPr>
          <w:lang w:eastAsia="de-DE"/>
        </w:rPr>
      </w:pPr>
    </w:p>
    <w:p w14:paraId="36789F5F" w14:textId="77777777" w:rsidR="001E119F" w:rsidRDefault="001E119F">
      <w:pPr>
        <w:jc w:val="both"/>
        <w:rPr>
          <w:lang w:eastAsia="de-DE"/>
        </w:rPr>
      </w:pPr>
    </w:p>
    <w:p w14:paraId="75EB7420" w14:textId="6D4CF7DB" w:rsidR="00437A3E" w:rsidRDefault="0040100E">
      <w:pPr>
        <w:jc w:val="both"/>
        <w:rPr>
          <w:lang w:eastAsia="de-DE"/>
        </w:rPr>
      </w:pPr>
      <w:r>
        <w:rPr>
          <w:lang w:eastAsia="de-DE"/>
        </w:rPr>
        <w:t>Jolanta Juškienė, tel. (</w:t>
      </w:r>
      <w:r w:rsidR="001E119F">
        <w:rPr>
          <w:lang w:eastAsia="de-DE"/>
        </w:rPr>
        <w:t>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CA7D3" w14:textId="77777777" w:rsidR="00420C50" w:rsidRDefault="00420C50">
      <w:r>
        <w:separator/>
      </w:r>
    </w:p>
  </w:endnote>
  <w:endnote w:type="continuationSeparator" w:id="0">
    <w:p w14:paraId="46DD1570" w14:textId="77777777" w:rsidR="00420C50" w:rsidRDefault="00420C50">
      <w:r>
        <w:continuationSeparator/>
      </w:r>
    </w:p>
  </w:endnote>
  <w:endnote w:type="continuationNotice" w:id="1">
    <w:p w14:paraId="62B6BBD3" w14:textId="77777777" w:rsidR="00420C50" w:rsidRDefault="00420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3BEDF" w14:textId="77777777" w:rsidR="00420C50" w:rsidRDefault="00420C50">
      <w:r>
        <w:separator/>
      </w:r>
    </w:p>
  </w:footnote>
  <w:footnote w:type="continuationSeparator" w:id="0">
    <w:p w14:paraId="698ED4FB" w14:textId="77777777" w:rsidR="00420C50" w:rsidRDefault="00420C50">
      <w:r>
        <w:continuationSeparator/>
      </w:r>
    </w:p>
  </w:footnote>
  <w:footnote w:type="continuationNotice" w:id="1">
    <w:p w14:paraId="7BC36F2E" w14:textId="77777777" w:rsidR="00420C50" w:rsidRDefault="00420C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40100E">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274FBA2D" w:rsidR="00437A3E" w:rsidRDefault="0040100E">
    <w:pPr>
      <w:tabs>
        <w:tab w:val="center" w:pos="4680"/>
        <w:tab w:val="right" w:pos="9360"/>
      </w:tabs>
      <w:jc w:val="right"/>
      <w:rPr>
        <w:b/>
        <w:bCs/>
        <w:i/>
        <w:iCs/>
        <w:szCs w:val="24"/>
        <w:lang w:eastAsia="lt-LT"/>
      </w:rPr>
    </w:pPr>
    <w:r>
      <w:rPr>
        <w:sz w:val="22"/>
        <w:szCs w:val="22"/>
        <w:lang w:eastAsia="lt-LT"/>
      </w:rPr>
      <w:tab/>
    </w:r>
    <w:r>
      <w:rPr>
        <w:b/>
        <w:bCs/>
        <w:i/>
        <w:iCs/>
        <w:szCs w:val="24"/>
        <w:lang w:eastAsia="lt-LT"/>
      </w:rPr>
      <w:t>P</w:t>
    </w:r>
    <w:r w:rsidR="00E87F77">
      <w:rPr>
        <w:b/>
        <w:bCs/>
        <w:i/>
        <w:iCs/>
        <w:szCs w:val="24"/>
        <w:lang w:eastAsia="lt-LT"/>
      </w:rPr>
      <w:t xml:space="preserve">atikslintas </w:t>
    </w:r>
    <w:r w:rsidR="00E87F77">
      <w:rPr>
        <w:b/>
        <w:bCs/>
        <w:i/>
        <w:iCs/>
        <w:szCs w:val="24"/>
        <w:lang w:eastAsia="lt-LT"/>
      </w:rPr>
      <w:t>p</w:t>
    </w:r>
    <w:r>
      <w:rPr>
        <w:b/>
        <w:bCs/>
        <w:i/>
        <w:iCs/>
        <w:szCs w:val="24"/>
        <w:lang w:eastAsia="lt-LT"/>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E119F"/>
    <w:rsid w:val="001E5B4F"/>
    <w:rsid w:val="00284B59"/>
    <w:rsid w:val="0033101D"/>
    <w:rsid w:val="00357735"/>
    <w:rsid w:val="003661D5"/>
    <w:rsid w:val="0039438D"/>
    <w:rsid w:val="0040100E"/>
    <w:rsid w:val="00410378"/>
    <w:rsid w:val="00420C50"/>
    <w:rsid w:val="00437A3E"/>
    <w:rsid w:val="004770BC"/>
    <w:rsid w:val="00481998"/>
    <w:rsid w:val="00602A23"/>
    <w:rsid w:val="00726FEF"/>
    <w:rsid w:val="007A7D40"/>
    <w:rsid w:val="00892DD8"/>
    <w:rsid w:val="00932561"/>
    <w:rsid w:val="00A42A7A"/>
    <w:rsid w:val="00A81054"/>
    <w:rsid w:val="00B020C9"/>
    <w:rsid w:val="00B8499B"/>
    <w:rsid w:val="00BB7F49"/>
    <w:rsid w:val="00CB20CD"/>
    <w:rsid w:val="00D53F2B"/>
    <w:rsid w:val="00E61E04"/>
    <w:rsid w:val="00E87F77"/>
    <w:rsid w:val="00F01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1</TotalTime>
  <Pages>1</Pages>
  <Words>1686</Words>
  <Characters>962</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2025-04-04T05:28:00Z</dcterms:created>
  <dcterms:modified xsi:type="dcterms:W3CDTF">2025-04-04T05:28:00Z</dcterms:modified>
</cp:coreProperties>
</file>